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1006" w14:textId="578770E5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  <w:r w:rsidRPr="00F2194A">
        <w:rPr>
          <w:rFonts w:ascii="Century Gothic" w:hAnsi="Century Gothic" w:cs="Arial"/>
          <w:noProof/>
          <w:color w:val="808080"/>
          <w:lang w:eastAsia="en-GB"/>
        </w:rPr>
        <w:drawing>
          <wp:anchor distT="0" distB="0" distL="114300" distR="114300" simplePos="0" relativeHeight="251658752" behindDoc="0" locked="0" layoutInCell="1" allowOverlap="1" wp14:anchorId="068F5228" wp14:editId="4E112C9D">
            <wp:simplePos x="0" y="0"/>
            <wp:positionH relativeFrom="margin">
              <wp:posOffset>3938905</wp:posOffset>
            </wp:positionH>
            <wp:positionV relativeFrom="paragraph">
              <wp:posOffset>11430</wp:posOffset>
            </wp:positionV>
            <wp:extent cx="2315210" cy="431800"/>
            <wp:effectExtent l="0" t="0" r="8890" b="6350"/>
            <wp:wrapNone/>
            <wp:docPr id="15851940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1AFB6" w14:textId="77777777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5EC47D64" w14:textId="77777777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55B635ED" w14:textId="77777777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04AD3B47" w14:textId="5FC47A26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00C8C2D4" w14:textId="77777777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23C1422D" w14:textId="1E70EB83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570CAA9F" w14:textId="77777777" w:rsidR="004A4774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</w:rPr>
      </w:pPr>
    </w:p>
    <w:p w14:paraId="75B16969" w14:textId="2D7157DC" w:rsidR="004A4774" w:rsidRPr="00CC0F85" w:rsidRDefault="00D90E7A" w:rsidP="00CC0F85">
      <w:pPr>
        <w:pStyle w:val="NormalWeb"/>
        <w:spacing w:before="150" w:beforeAutospacing="0" w:after="0" w:afterAutospacing="0"/>
      </w:pPr>
      <w:proofErr w:type="spellStart"/>
      <w:r w:rsidRPr="00CC0F85">
        <w:t>Trans</w:t>
      </w:r>
      <w:r w:rsidR="001A6ADA" w:rsidRPr="00CC0F85">
        <w:t>poriametile</w:t>
      </w:r>
      <w:proofErr w:type="spellEnd"/>
    </w:p>
    <w:p w14:paraId="70FE13C4" w14:textId="77777777" w:rsidR="004A4774" w:rsidRPr="00CC0F85" w:rsidRDefault="004A4774" w:rsidP="00CC0F85">
      <w:pPr>
        <w:pStyle w:val="NormalWeb"/>
        <w:spacing w:before="150" w:beforeAutospacing="0" w:after="0" w:afterAutospacing="0"/>
      </w:pPr>
    </w:p>
    <w:p w14:paraId="3930975C" w14:textId="0C929360" w:rsidR="004A4774" w:rsidRPr="00CC0F85" w:rsidRDefault="00F01AEF" w:rsidP="00CC0F85">
      <w:pPr>
        <w:pStyle w:val="NormalWeb"/>
        <w:spacing w:before="150" w:beforeAutospacing="0" w:after="0" w:afterAutospacing="0"/>
      </w:pPr>
      <w:r w:rsidRPr="00CC0F85">
        <w:t>Avaldus</w:t>
      </w:r>
    </w:p>
    <w:p w14:paraId="39A41075" w14:textId="77777777" w:rsidR="00F01AEF" w:rsidRDefault="00F01AEF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48533705" w14:textId="77777777" w:rsidR="00F01AEF" w:rsidRDefault="00F01AEF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0FEEED4D" w14:textId="723A3C56" w:rsidR="001A6ADA" w:rsidRPr="000A120A" w:rsidRDefault="008C336A" w:rsidP="00F01AEF">
      <w:pPr>
        <w:pStyle w:val="NormalWeb"/>
        <w:spacing w:before="150" w:beforeAutospacing="0" w:after="0" w:afterAutospacing="0"/>
      </w:pPr>
      <w:r w:rsidRPr="000A120A">
        <w:t xml:space="preserve">Käesolevaga taotleb </w:t>
      </w:r>
      <w:r w:rsidR="001A6ADA" w:rsidRPr="000A120A">
        <w:t xml:space="preserve">Inchcape Motors Estonia OÜ </w:t>
      </w:r>
      <w:r w:rsidR="00DB39E1" w:rsidRPr="000A120A">
        <w:t>(</w:t>
      </w:r>
      <w:proofErr w:type="spellStart"/>
      <w:r w:rsidR="00DB39E1" w:rsidRPr="000A120A">
        <w:t>reg.</w:t>
      </w:r>
      <w:r w:rsidR="00DD7653" w:rsidRPr="000A120A">
        <w:t>k</w:t>
      </w:r>
      <w:r w:rsidR="00DB39E1" w:rsidRPr="000A120A">
        <w:t>ood</w:t>
      </w:r>
      <w:proofErr w:type="spellEnd"/>
      <w:r w:rsidR="00DB39E1" w:rsidRPr="000A120A">
        <w:t xml:space="preserve"> 11070736) </w:t>
      </w:r>
      <w:r w:rsidRPr="000A120A">
        <w:t xml:space="preserve">luba </w:t>
      </w:r>
      <w:r w:rsidR="001A6ADA" w:rsidRPr="000A120A">
        <w:t xml:space="preserve">tehnilise ülevaatuse </w:t>
      </w:r>
      <w:r w:rsidRPr="000A120A">
        <w:t>teenuse osutamiseks aadresssil Kalda tee 13, Tartu</w:t>
      </w:r>
      <w:r w:rsidR="00DB39E1" w:rsidRPr="000A120A">
        <w:t>s</w:t>
      </w:r>
      <w:r w:rsidR="00AB1CCB" w:rsidRPr="000A120A">
        <w:t xml:space="preserve"> alates 01.04.2024.</w:t>
      </w:r>
    </w:p>
    <w:p w14:paraId="37329156" w14:textId="50758C9D" w:rsidR="00F01AEF" w:rsidRPr="000A120A" w:rsidRDefault="00DB39E1" w:rsidP="00F01AEF">
      <w:pPr>
        <w:pStyle w:val="NormalWeb"/>
        <w:spacing w:before="150" w:beforeAutospacing="0" w:after="0" w:afterAutospacing="0"/>
      </w:pPr>
      <w:r w:rsidRPr="000A120A">
        <w:t>Lisaks t</w:t>
      </w:r>
      <w:r w:rsidR="00F01AEF" w:rsidRPr="000A120A">
        <w:t>eavitame, et</w:t>
      </w:r>
      <w:r w:rsidR="00240A02" w:rsidRPr="000A120A">
        <w:t xml:space="preserve"> </w:t>
      </w:r>
      <w:r w:rsidR="00AE0DCC" w:rsidRPr="000A120A">
        <w:t xml:space="preserve">vastavalt </w:t>
      </w:r>
      <w:r w:rsidR="00C3636D" w:rsidRPr="000A120A">
        <w:t xml:space="preserve">17.01.2024 </w:t>
      </w:r>
      <w:r w:rsidR="00B94194" w:rsidRPr="000A120A">
        <w:t xml:space="preserve">AS </w:t>
      </w:r>
      <w:r w:rsidR="00AE0DCC" w:rsidRPr="000A120A">
        <w:t>Vallikraavi Kinnisvara</w:t>
      </w:r>
      <w:r w:rsidR="00C11BB9" w:rsidRPr="000A120A">
        <w:t xml:space="preserve"> (</w:t>
      </w:r>
      <w:proofErr w:type="spellStart"/>
      <w:r w:rsidR="00DD7653" w:rsidRPr="000A120A">
        <w:t>reg.kood</w:t>
      </w:r>
      <w:proofErr w:type="spellEnd"/>
      <w:r w:rsidR="00DD7653" w:rsidRPr="000A120A">
        <w:t xml:space="preserve"> </w:t>
      </w:r>
      <w:r w:rsidR="00C11BB9" w:rsidRPr="000A120A">
        <w:t>10051688)</w:t>
      </w:r>
      <w:r w:rsidR="00AE0DCC" w:rsidRPr="000A120A">
        <w:t xml:space="preserve"> </w:t>
      </w:r>
      <w:r w:rsidR="00B94194" w:rsidRPr="000A120A">
        <w:t>ja Inchc</w:t>
      </w:r>
      <w:r w:rsidR="009807FF" w:rsidRPr="000A120A">
        <w:t>a</w:t>
      </w:r>
      <w:r w:rsidR="00B94194" w:rsidRPr="000A120A">
        <w:t xml:space="preserve">pe Motors </w:t>
      </w:r>
      <w:r w:rsidR="00B21AD0" w:rsidRPr="000A120A">
        <w:t xml:space="preserve">Estonia </w:t>
      </w:r>
      <w:r w:rsidR="00B94194" w:rsidRPr="000A120A">
        <w:t>OÜ</w:t>
      </w:r>
      <w:r w:rsidR="00C11BB9" w:rsidRPr="000A120A">
        <w:t xml:space="preserve"> (</w:t>
      </w:r>
      <w:proofErr w:type="spellStart"/>
      <w:r w:rsidR="00B21AD0" w:rsidRPr="000A120A">
        <w:t>reg.</w:t>
      </w:r>
      <w:r w:rsidR="00DD7653" w:rsidRPr="000A120A">
        <w:t>k</w:t>
      </w:r>
      <w:r w:rsidR="00B21AD0" w:rsidRPr="000A120A">
        <w:t>ood</w:t>
      </w:r>
      <w:proofErr w:type="spellEnd"/>
      <w:r w:rsidR="00B21AD0" w:rsidRPr="000A120A">
        <w:t xml:space="preserve"> </w:t>
      </w:r>
      <w:r w:rsidR="00593A7E" w:rsidRPr="000A120A">
        <w:t>11070736)</w:t>
      </w:r>
      <w:r w:rsidR="00B94194" w:rsidRPr="000A120A">
        <w:t xml:space="preserve"> vahel sõlmitud </w:t>
      </w:r>
      <w:r w:rsidR="00AE0DCC" w:rsidRPr="000A120A">
        <w:t>üürilepingule</w:t>
      </w:r>
      <w:r w:rsidR="007E3936" w:rsidRPr="000A120A">
        <w:t xml:space="preserve">, alates </w:t>
      </w:r>
      <w:r w:rsidR="00240A02" w:rsidRPr="000A120A">
        <w:t>01.04.2024</w:t>
      </w:r>
      <w:r w:rsidR="00F01AEF" w:rsidRPr="000A120A">
        <w:t xml:space="preserve"> </w:t>
      </w:r>
      <w:r w:rsidR="00DB5AD4" w:rsidRPr="000A120A">
        <w:t>võtame kasutusele</w:t>
      </w:r>
      <w:r w:rsidR="00AE0DCC" w:rsidRPr="000A120A">
        <w:t xml:space="preserve"> </w:t>
      </w:r>
      <w:r w:rsidR="00F01AEF" w:rsidRPr="000A120A">
        <w:t>toimiv</w:t>
      </w:r>
      <w:r w:rsidR="00487FF2" w:rsidRPr="000A120A">
        <w:t xml:space="preserve">a </w:t>
      </w:r>
      <w:r w:rsidR="00F01AEF" w:rsidRPr="000A120A">
        <w:t>tehnoülevaatuse punkt</w:t>
      </w:r>
      <w:r w:rsidRPr="000A120A">
        <w:t>i</w:t>
      </w:r>
      <w:r w:rsidR="00F01AEF" w:rsidRPr="000A120A">
        <w:t xml:space="preserve"> </w:t>
      </w:r>
      <w:r w:rsidR="004901AF" w:rsidRPr="000A120A">
        <w:t>koos</w:t>
      </w:r>
      <w:r w:rsidR="00B470B7" w:rsidRPr="000A120A">
        <w:t xml:space="preserve"> kogu seadmepargi ning töötajatega.</w:t>
      </w:r>
    </w:p>
    <w:p w14:paraId="6465CDAD" w14:textId="341AF542" w:rsidR="00B470B7" w:rsidRPr="000A120A" w:rsidRDefault="00415797" w:rsidP="00F01AEF">
      <w:pPr>
        <w:pStyle w:val="NormalWeb"/>
        <w:spacing w:before="150" w:beforeAutospacing="0" w:after="0" w:afterAutospacing="0"/>
      </w:pPr>
      <w:r w:rsidRPr="000A120A">
        <w:t xml:space="preserve">Alates kasutuse alguskuupäevast soovime saada kogu ülevaatuspunktiga seotud infot </w:t>
      </w:r>
      <w:r w:rsidR="00AD6083" w:rsidRPr="000A120A">
        <w:t>e-maili</w:t>
      </w:r>
      <w:r w:rsidR="00B60075" w:rsidRPr="000A120A">
        <w:t>le</w:t>
      </w:r>
      <w:r w:rsidR="00AD6083" w:rsidRPr="000A120A">
        <w:t xml:space="preserve">: </w:t>
      </w:r>
      <w:hyperlink r:id="rId11" w:history="1">
        <w:r w:rsidR="00326DF2" w:rsidRPr="000A120A">
          <w:rPr>
            <w:rStyle w:val="Hyperlink"/>
          </w:rPr>
          <w:t>roman.zablotski@inchcape.ee</w:t>
        </w:r>
      </w:hyperlink>
      <w:r w:rsidR="00985F2E" w:rsidRPr="000A120A">
        <w:t xml:space="preserve"> ning </w:t>
      </w:r>
      <w:hyperlink r:id="rId12" w:history="1">
        <w:r w:rsidR="00985F2E" w:rsidRPr="000A120A">
          <w:rPr>
            <w:rStyle w:val="Hyperlink"/>
          </w:rPr>
          <w:t>info@inchcape.ee</w:t>
        </w:r>
      </w:hyperlink>
      <w:r w:rsidR="00AB1CCB" w:rsidRPr="000A120A">
        <w:t>.</w:t>
      </w:r>
    </w:p>
    <w:p w14:paraId="009651D3" w14:textId="77777777" w:rsidR="00326DF2" w:rsidRPr="000A120A" w:rsidRDefault="00326DF2" w:rsidP="00F01AEF">
      <w:pPr>
        <w:pStyle w:val="NormalWeb"/>
        <w:spacing w:before="150" w:beforeAutospacing="0" w:after="0" w:afterAutospacing="0"/>
      </w:pPr>
    </w:p>
    <w:p w14:paraId="25A121A9" w14:textId="032A737C" w:rsidR="00326DF2" w:rsidRPr="000A120A" w:rsidRDefault="00326DF2" w:rsidP="00F01AEF">
      <w:pPr>
        <w:pStyle w:val="NormalWeb"/>
        <w:spacing w:before="150" w:beforeAutospacing="0" w:after="0" w:afterAutospacing="0"/>
      </w:pPr>
      <w:r w:rsidRPr="000A120A">
        <w:t>Lisad:</w:t>
      </w:r>
    </w:p>
    <w:p w14:paraId="392A47B6" w14:textId="303CD18F" w:rsidR="00326DF2" w:rsidRPr="000A120A" w:rsidRDefault="001E5BAF" w:rsidP="00326DF2">
      <w:pPr>
        <w:pStyle w:val="NormalWeb"/>
        <w:numPr>
          <w:ilvl w:val="0"/>
          <w:numId w:val="1"/>
        </w:numPr>
        <w:spacing w:before="150" w:beforeAutospacing="0" w:after="0" w:afterAutospacing="0"/>
      </w:pPr>
      <w:r w:rsidRPr="000A120A">
        <w:t>Juhatuse liikmete karistusregistri väljavõte</w:t>
      </w:r>
    </w:p>
    <w:p w14:paraId="673AF051" w14:textId="7F8A9CB8" w:rsidR="001E5BAF" w:rsidRPr="000A120A" w:rsidRDefault="00387196" w:rsidP="00326DF2">
      <w:pPr>
        <w:pStyle w:val="NormalWeb"/>
        <w:numPr>
          <w:ilvl w:val="0"/>
          <w:numId w:val="1"/>
        </w:numPr>
        <w:spacing w:before="150" w:beforeAutospacing="0" w:after="0" w:afterAutospacing="0"/>
      </w:pPr>
      <w:r w:rsidRPr="000A120A">
        <w:t>Ülevaatajad: Marco Miil (37402024226); Ain Ehari (36604162715)</w:t>
      </w:r>
    </w:p>
    <w:p w14:paraId="4CC7EFEB" w14:textId="17D3E519" w:rsidR="006A0683" w:rsidRPr="000A120A" w:rsidRDefault="006A0683" w:rsidP="00326DF2">
      <w:pPr>
        <w:pStyle w:val="NormalWeb"/>
        <w:numPr>
          <w:ilvl w:val="0"/>
          <w:numId w:val="1"/>
        </w:numPr>
        <w:spacing w:before="150" w:beforeAutospacing="0" w:after="0" w:afterAutospacing="0"/>
      </w:pPr>
      <w:r w:rsidRPr="000A120A">
        <w:t>Ruumide rendileping (sisalda</w:t>
      </w:r>
      <w:r w:rsidR="00387655" w:rsidRPr="000A120A">
        <w:t>b</w:t>
      </w:r>
      <w:r w:rsidRPr="000A120A">
        <w:t xml:space="preserve"> </w:t>
      </w:r>
      <w:r w:rsidR="00387655" w:rsidRPr="000A120A">
        <w:t>hoone I.korruse</w:t>
      </w:r>
      <w:r w:rsidR="00192278" w:rsidRPr="000A120A">
        <w:t>l</w:t>
      </w:r>
      <w:r w:rsidR="00C233B2" w:rsidRPr="000A120A">
        <w:t xml:space="preserve"> asuvate ruumide paigutuse</w:t>
      </w:r>
      <w:r w:rsidR="00192278" w:rsidRPr="000A120A">
        <w:t xml:space="preserve"> ja detailjooniseid ülevaatusüunktist</w:t>
      </w:r>
      <w:r w:rsidR="00387655" w:rsidRPr="000A120A">
        <w:t>)</w:t>
      </w:r>
      <w:r w:rsidR="00514F7F" w:rsidRPr="000A120A">
        <w:t>,</w:t>
      </w:r>
    </w:p>
    <w:p w14:paraId="5BA6723E" w14:textId="7594E11B" w:rsidR="006A0683" w:rsidRPr="000A120A" w:rsidRDefault="00387655" w:rsidP="00326DF2">
      <w:pPr>
        <w:pStyle w:val="NormalWeb"/>
        <w:numPr>
          <w:ilvl w:val="0"/>
          <w:numId w:val="1"/>
        </w:numPr>
        <w:spacing w:before="150" w:beforeAutospacing="0" w:after="0" w:afterAutospacing="0"/>
      </w:pPr>
      <w:r w:rsidRPr="000A120A">
        <w:t>Pildid ruumidest</w:t>
      </w:r>
      <w:r w:rsidR="009807FF" w:rsidRPr="000A120A">
        <w:t>.</w:t>
      </w:r>
    </w:p>
    <w:p w14:paraId="5E8449E4" w14:textId="5F97A450" w:rsidR="004A4774" w:rsidRPr="00AE0DCC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05CCC05C" w14:textId="2E4DA7A5" w:rsidR="004A4774" w:rsidRPr="00AE0DCC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5C81F527" w14:textId="77777777" w:rsidR="004A4774" w:rsidRPr="00AE0DCC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33179BDB" w14:textId="10BDE906" w:rsidR="00DD7653" w:rsidRPr="0042354D" w:rsidRDefault="000A120A" w:rsidP="0042354D">
      <w:pPr>
        <w:pStyle w:val="NormalWeb"/>
        <w:spacing w:before="150" w:beforeAutospacing="0" w:after="0" w:afterAutospacing="0"/>
      </w:pPr>
      <w:r w:rsidRPr="0042354D">
        <w:t>Ro</w:t>
      </w:r>
      <w:r w:rsidR="00667E1C" w:rsidRPr="0042354D">
        <w:t xml:space="preserve">land Raud </w:t>
      </w:r>
    </w:p>
    <w:p w14:paraId="6EFA3CD0" w14:textId="02629DDB" w:rsidR="000A120A" w:rsidRPr="00CC0F85" w:rsidRDefault="000A120A" w:rsidP="0042354D">
      <w:pPr>
        <w:pStyle w:val="NormalWeb"/>
        <w:spacing w:before="150" w:beforeAutospacing="0" w:after="0" w:afterAutospacing="0"/>
        <w:rPr>
          <w:i/>
          <w:iCs/>
          <w:sz w:val="22"/>
          <w:szCs w:val="22"/>
        </w:rPr>
      </w:pPr>
      <w:r w:rsidRPr="00CC0F85">
        <w:rPr>
          <w:i/>
          <w:iCs/>
          <w:sz w:val="22"/>
          <w:szCs w:val="22"/>
        </w:rPr>
        <w:t>/allkirjastatud digitaalselt/</w:t>
      </w:r>
    </w:p>
    <w:p w14:paraId="253E0115" w14:textId="77777777" w:rsidR="000A120A" w:rsidRPr="0042354D" w:rsidRDefault="000A120A" w:rsidP="0042354D">
      <w:pPr>
        <w:pStyle w:val="NormalWeb"/>
        <w:spacing w:before="150" w:beforeAutospacing="0" w:after="0" w:afterAutospacing="0"/>
      </w:pPr>
    </w:p>
    <w:p w14:paraId="13177A90" w14:textId="6AE0051D" w:rsidR="000A120A" w:rsidRPr="0042354D" w:rsidRDefault="000A120A" w:rsidP="0042354D">
      <w:pPr>
        <w:pStyle w:val="NormalWeb"/>
        <w:spacing w:before="150" w:beforeAutospacing="0" w:after="0" w:afterAutospacing="0"/>
      </w:pPr>
      <w:r w:rsidRPr="0042354D">
        <w:t>Pirje Raidma</w:t>
      </w:r>
    </w:p>
    <w:p w14:paraId="0BB0AE45" w14:textId="525362EF" w:rsidR="000A120A" w:rsidRPr="00CC0F85" w:rsidRDefault="000A120A" w:rsidP="0042354D">
      <w:pPr>
        <w:pStyle w:val="NormalWeb"/>
        <w:spacing w:before="150" w:beforeAutospacing="0" w:after="0" w:afterAutospacing="0"/>
        <w:rPr>
          <w:i/>
          <w:iCs/>
          <w:sz w:val="22"/>
          <w:szCs w:val="22"/>
        </w:rPr>
      </w:pPr>
      <w:r w:rsidRPr="00CC0F85">
        <w:rPr>
          <w:i/>
          <w:iCs/>
          <w:sz w:val="22"/>
          <w:szCs w:val="22"/>
        </w:rPr>
        <w:t>/allkirjastatud digitaalselt/</w:t>
      </w:r>
    </w:p>
    <w:p w14:paraId="2E38D059" w14:textId="77777777" w:rsidR="00DD7653" w:rsidRPr="00AE0DCC" w:rsidRDefault="00DD7653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59A2E262" w14:textId="5AB8E918" w:rsidR="004A4774" w:rsidRPr="00AE0DCC" w:rsidRDefault="004A4774" w:rsidP="00EA44F9">
      <w:pPr>
        <w:pStyle w:val="NoParagraphStyle"/>
        <w:jc w:val="both"/>
        <w:rPr>
          <w:rFonts w:ascii="Century Gothic" w:hAnsi="Century Gothic" w:cs="Arial"/>
          <w:color w:val="808080"/>
          <w:sz w:val="20"/>
          <w:szCs w:val="20"/>
          <w:lang w:val="et-EE"/>
        </w:rPr>
      </w:pPr>
    </w:p>
    <w:p w14:paraId="40674FB7" w14:textId="70991187" w:rsidR="00036114" w:rsidRPr="00F2194A" w:rsidRDefault="00036114" w:rsidP="00EA44F9">
      <w:pPr>
        <w:pStyle w:val="NoParagraphStyle"/>
        <w:jc w:val="both"/>
        <w:rPr>
          <w:rFonts w:ascii="Century Gothic" w:hAnsi="Century Gothic" w:cs="Arial"/>
          <w:color w:val="FF2165"/>
          <w:sz w:val="20"/>
          <w:szCs w:val="20"/>
        </w:rPr>
      </w:pPr>
      <w:r w:rsidRPr="00F2194A">
        <w:rPr>
          <w:rFonts w:ascii="Century Gothic" w:hAnsi="Century Gothic" w:cs="Arial"/>
          <w:color w:val="808080"/>
          <w:sz w:val="20"/>
          <w:szCs w:val="20"/>
        </w:rPr>
        <w:t>Inchcape Motors Estonia OÜ</w:t>
      </w:r>
      <w:r w:rsidRPr="00F2194A">
        <w:rPr>
          <w:rFonts w:ascii="Century Gothic" w:hAnsi="Century Gothic" w:cs="Arial"/>
          <w:color w:val="8C7265"/>
          <w:sz w:val="20"/>
          <w:szCs w:val="20"/>
        </w:rPr>
        <w:tab/>
      </w:r>
      <w:r w:rsidRPr="006D2491">
        <w:rPr>
          <w:rFonts w:ascii="Century Gothic" w:hAnsi="Century Gothic" w:cs="Arial"/>
          <w:color w:val="365F91" w:themeColor="accent1" w:themeShade="BF"/>
          <w:sz w:val="20"/>
          <w:szCs w:val="20"/>
        </w:rPr>
        <w:t>Tel +372 663 0600</w:t>
      </w:r>
    </w:p>
    <w:p w14:paraId="5669EF81" w14:textId="77777777" w:rsidR="00036114" w:rsidRPr="00F2194A" w:rsidRDefault="00036114" w:rsidP="00EA44F9">
      <w:pPr>
        <w:pStyle w:val="NoParagraphStyle"/>
        <w:jc w:val="both"/>
        <w:rPr>
          <w:rFonts w:ascii="Century Gothic" w:hAnsi="Century Gothic" w:cs="Arial"/>
          <w:color w:val="FF2165"/>
          <w:sz w:val="20"/>
          <w:szCs w:val="20"/>
        </w:rPr>
      </w:pPr>
      <w:r w:rsidRPr="00F2194A">
        <w:rPr>
          <w:rFonts w:ascii="Century Gothic" w:hAnsi="Century Gothic" w:cs="Arial"/>
          <w:color w:val="808080"/>
          <w:sz w:val="20"/>
          <w:szCs w:val="20"/>
        </w:rPr>
        <w:t xml:space="preserve">Läike tee 38, Peetri </w:t>
      </w:r>
      <w:proofErr w:type="spellStart"/>
      <w:r w:rsidRPr="00F2194A">
        <w:rPr>
          <w:rFonts w:ascii="Century Gothic" w:hAnsi="Century Gothic" w:cs="Arial"/>
          <w:color w:val="808080"/>
          <w:sz w:val="20"/>
          <w:szCs w:val="20"/>
        </w:rPr>
        <w:t>alevik</w:t>
      </w:r>
      <w:proofErr w:type="spellEnd"/>
      <w:r w:rsidRPr="00F2194A">
        <w:rPr>
          <w:rFonts w:ascii="Century Gothic" w:hAnsi="Century Gothic" w:cs="Arial"/>
          <w:color w:val="8C7265"/>
          <w:sz w:val="20"/>
          <w:szCs w:val="20"/>
        </w:rPr>
        <w:t xml:space="preserve"> </w:t>
      </w:r>
      <w:r w:rsidRPr="00F2194A">
        <w:rPr>
          <w:rFonts w:ascii="Century Gothic" w:hAnsi="Century Gothic" w:cs="Arial"/>
          <w:color w:val="8C7265"/>
          <w:sz w:val="20"/>
          <w:szCs w:val="20"/>
        </w:rPr>
        <w:tab/>
      </w:r>
      <w:r w:rsidRPr="006D2491">
        <w:rPr>
          <w:rFonts w:ascii="Century Gothic" w:hAnsi="Century Gothic" w:cs="Arial"/>
          <w:color w:val="365F91" w:themeColor="accent1" w:themeShade="BF"/>
          <w:sz w:val="20"/>
          <w:szCs w:val="20"/>
        </w:rPr>
        <w:t>Fax +372 663 0601</w:t>
      </w:r>
    </w:p>
    <w:p w14:paraId="1ABAAD19" w14:textId="167185F1" w:rsidR="00036114" w:rsidRPr="004A4774" w:rsidRDefault="00036114" w:rsidP="004A4774">
      <w:pPr>
        <w:pStyle w:val="NoParagraphStyle"/>
        <w:jc w:val="both"/>
        <w:rPr>
          <w:rFonts w:ascii="Century Gothic" w:hAnsi="Century Gothic" w:cs="Arial"/>
          <w:color w:val="FF2165"/>
          <w:sz w:val="20"/>
          <w:szCs w:val="20"/>
        </w:rPr>
      </w:pPr>
      <w:r w:rsidRPr="00F2194A">
        <w:rPr>
          <w:rFonts w:ascii="Century Gothic" w:hAnsi="Century Gothic" w:cs="Arial"/>
          <w:color w:val="808080"/>
          <w:sz w:val="20"/>
          <w:szCs w:val="20"/>
        </w:rPr>
        <w:t xml:space="preserve">Rae </w:t>
      </w:r>
      <w:proofErr w:type="spellStart"/>
      <w:r w:rsidRPr="00F2194A">
        <w:rPr>
          <w:rFonts w:ascii="Century Gothic" w:hAnsi="Century Gothic" w:cs="Arial"/>
          <w:color w:val="808080"/>
          <w:sz w:val="20"/>
          <w:szCs w:val="20"/>
        </w:rPr>
        <w:t>vald</w:t>
      </w:r>
      <w:proofErr w:type="spellEnd"/>
      <w:r w:rsidRPr="00F2194A">
        <w:rPr>
          <w:rFonts w:ascii="Century Gothic" w:hAnsi="Century Gothic" w:cs="Arial"/>
          <w:color w:val="808080"/>
          <w:sz w:val="20"/>
          <w:szCs w:val="20"/>
        </w:rPr>
        <w:t xml:space="preserve">, 75312 </w:t>
      </w:r>
      <w:proofErr w:type="spellStart"/>
      <w:r w:rsidRPr="00F2194A">
        <w:rPr>
          <w:rFonts w:ascii="Century Gothic" w:hAnsi="Century Gothic" w:cs="Arial"/>
          <w:color w:val="808080"/>
          <w:sz w:val="20"/>
          <w:szCs w:val="20"/>
        </w:rPr>
        <w:t>Harjumaa</w:t>
      </w:r>
      <w:proofErr w:type="spellEnd"/>
      <w:r w:rsidRPr="00F2194A">
        <w:rPr>
          <w:rFonts w:ascii="Century Gothic" w:hAnsi="Century Gothic" w:cs="Arial"/>
          <w:color w:val="8C7265"/>
          <w:sz w:val="20"/>
          <w:szCs w:val="20"/>
        </w:rPr>
        <w:t xml:space="preserve"> </w:t>
      </w:r>
      <w:r w:rsidRPr="00F2194A">
        <w:rPr>
          <w:rFonts w:ascii="Century Gothic" w:hAnsi="Century Gothic" w:cs="Arial"/>
          <w:color w:val="8C7265"/>
          <w:sz w:val="20"/>
          <w:szCs w:val="20"/>
        </w:rPr>
        <w:tab/>
      </w:r>
      <w:r w:rsidRPr="006D2491">
        <w:rPr>
          <w:rFonts w:ascii="Century Gothic" w:hAnsi="Century Gothic" w:cs="Arial"/>
          <w:color w:val="365F91" w:themeColor="accent1" w:themeShade="BF"/>
          <w:sz w:val="20"/>
          <w:szCs w:val="20"/>
        </w:rPr>
        <w:t>www.inchcape.ee</w:t>
      </w:r>
    </w:p>
    <w:sectPr w:rsidR="00036114" w:rsidRPr="004A4774" w:rsidSect="00F22E8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A2349"/>
    <w:multiLevelType w:val="hybridMultilevel"/>
    <w:tmpl w:val="1B305E20"/>
    <w:lvl w:ilvl="0" w:tplc="B440AB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972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94A"/>
    <w:rsid w:val="000269AF"/>
    <w:rsid w:val="00036114"/>
    <w:rsid w:val="000A120A"/>
    <w:rsid w:val="000A4ABB"/>
    <w:rsid w:val="00192278"/>
    <w:rsid w:val="001A6ADA"/>
    <w:rsid w:val="001B7B55"/>
    <w:rsid w:val="001E5BAF"/>
    <w:rsid w:val="00240A02"/>
    <w:rsid w:val="002917B3"/>
    <w:rsid w:val="002C3023"/>
    <w:rsid w:val="002D56E2"/>
    <w:rsid w:val="002E7B7E"/>
    <w:rsid w:val="00326DF2"/>
    <w:rsid w:val="003644CC"/>
    <w:rsid w:val="00387196"/>
    <w:rsid w:val="00387655"/>
    <w:rsid w:val="003A1954"/>
    <w:rsid w:val="00415797"/>
    <w:rsid w:val="0042354D"/>
    <w:rsid w:val="00427A19"/>
    <w:rsid w:val="00487FF2"/>
    <w:rsid w:val="004901AF"/>
    <w:rsid w:val="004950F0"/>
    <w:rsid w:val="004A4774"/>
    <w:rsid w:val="00503D66"/>
    <w:rsid w:val="00514F7F"/>
    <w:rsid w:val="00533256"/>
    <w:rsid w:val="00586DA5"/>
    <w:rsid w:val="00593A7E"/>
    <w:rsid w:val="005C0025"/>
    <w:rsid w:val="005C649B"/>
    <w:rsid w:val="005E1BD2"/>
    <w:rsid w:val="006018D8"/>
    <w:rsid w:val="00667E1C"/>
    <w:rsid w:val="00676FBC"/>
    <w:rsid w:val="006A0683"/>
    <w:rsid w:val="006D2491"/>
    <w:rsid w:val="0071749F"/>
    <w:rsid w:val="007A6271"/>
    <w:rsid w:val="007E1CDB"/>
    <w:rsid w:val="007E3936"/>
    <w:rsid w:val="008B0BA3"/>
    <w:rsid w:val="008C336A"/>
    <w:rsid w:val="008D71D7"/>
    <w:rsid w:val="009807FF"/>
    <w:rsid w:val="00985F2E"/>
    <w:rsid w:val="00AA2EF4"/>
    <w:rsid w:val="00AA41FA"/>
    <w:rsid w:val="00AB1CCB"/>
    <w:rsid w:val="00AC58CA"/>
    <w:rsid w:val="00AD6083"/>
    <w:rsid w:val="00AE0DCC"/>
    <w:rsid w:val="00AE2A8A"/>
    <w:rsid w:val="00B21AD0"/>
    <w:rsid w:val="00B470B7"/>
    <w:rsid w:val="00B60075"/>
    <w:rsid w:val="00B94194"/>
    <w:rsid w:val="00BA5BEB"/>
    <w:rsid w:val="00C11BB9"/>
    <w:rsid w:val="00C233B2"/>
    <w:rsid w:val="00C3636D"/>
    <w:rsid w:val="00C9422E"/>
    <w:rsid w:val="00CC0F85"/>
    <w:rsid w:val="00D37041"/>
    <w:rsid w:val="00D90E7A"/>
    <w:rsid w:val="00DB0953"/>
    <w:rsid w:val="00DB39E1"/>
    <w:rsid w:val="00DB5AD4"/>
    <w:rsid w:val="00DD7653"/>
    <w:rsid w:val="00EA2732"/>
    <w:rsid w:val="00EA44F9"/>
    <w:rsid w:val="00EC7EB5"/>
    <w:rsid w:val="00F01AEF"/>
    <w:rsid w:val="00F15331"/>
    <w:rsid w:val="00F1794F"/>
    <w:rsid w:val="00F2194A"/>
    <w:rsid w:val="00F22E8F"/>
    <w:rsid w:val="00FB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8FEB"/>
  <w15:docId w15:val="{6A9298D8-D12D-460E-93F0-3DFCEA74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3611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036114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eastAsia="Times New Roman" w:hAnsi="Times Regular" w:cs="Times Regular"/>
      <w:color w:val="000000"/>
      <w:sz w:val="24"/>
      <w:szCs w:val="24"/>
      <w:lang w:val="en-US" w:eastAsia="et-EE"/>
    </w:rPr>
  </w:style>
  <w:style w:type="paragraph" w:styleId="BodyText">
    <w:name w:val="Body Text"/>
    <w:basedOn w:val="Normal"/>
    <w:link w:val="BodyTextChar"/>
    <w:rsid w:val="00036114"/>
    <w:pPr>
      <w:jc w:val="both"/>
    </w:pPr>
    <w:rPr>
      <w:b/>
      <w:noProof w:val="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3611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Hyperlink">
    <w:name w:val="Hyperlink"/>
    <w:rsid w:val="0003611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36114"/>
    <w:rPr>
      <w:rFonts w:ascii="Calibri" w:eastAsia="Calibri" w:hAnsi="Calibri" w:cs="Consolas"/>
      <w:noProof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6114"/>
    <w:rPr>
      <w:rFonts w:ascii="Calibri" w:eastAsia="Calibri" w:hAnsi="Calibri" w:cs="Consolas"/>
      <w:szCs w:val="21"/>
    </w:rPr>
  </w:style>
  <w:style w:type="table" w:styleId="TableGrid">
    <w:name w:val="Table Grid"/>
    <w:basedOn w:val="TableNormal"/>
    <w:rsid w:val="00036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03611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36114"/>
    <w:rPr>
      <w:rFonts w:ascii="Tahoma" w:eastAsia="Times New Roman" w:hAnsi="Tahoma" w:cs="Tahoma"/>
      <w:noProof/>
      <w:sz w:val="16"/>
      <w:szCs w:val="16"/>
    </w:rPr>
  </w:style>
  <w:style w:type="paragraph" w:styleId="NormalWeb">
    <w:name w:val="Normal (Web)"/>
    <w:basedOn w:val="Normal"/>
    <w:uiPriority w:val="99"/>
    <w:unhideWhenUsed/>
    <w:rsid w:val="00EA44F9"/>
    <w:pPr>
      <w:spacing w:before="100" w:beforeAutospacing="1" w:after="100" w:afterAutospacing="1"/>
    </w:pPr>
    <w:rPr>
      <w:noProof w:val="0"/>
      <w:lang w:eastAsia="et-EE"/>
    </w:rPr>
  </w:style>
  <w:style w:type="character" w:styleId="UnresolvedMention">
    <w:name w:val="Unresolved Mention"/>
    <w:basedOn w:val="DefaultParagraphFont"/>
    <w:uiPriority w:val="99"/>
    <w:rsid w:val="00EA4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inchcape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roman.zablotski@inchcape.ee" TargetMode="External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meli.laugen\Downloads\Kirja_blanket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2A6F8EA03F3A4EA34B76C7BE0EF9A1" ma:contentTypeVersion="27" ma:contentTypeDescription="Create a new document." ma:contentTypeScope="" ma:versionID="dca8f55747f6d4ec5a17a7b78ac3c0d6">
  <xsd:schema xmlns:xsd="http://www.w3.org/2001/XMLSchema" xmlns:xs="http://www.w3.org/2001/XMLSchema" xmlns:p="http://schemas.microsoft.com/office/2006/metadata/properties" xmlns:ns2="30f27b50-fa35-4d1e-a4f4-8210a1e83f4f" xmlns:ns3="47e50632-41e9-4aa8-95bd-8976685d8451" targetNamespace="http://schemas.microsoft.com/office/2006/metadata/properties" ma:root="true" ma:fieldsID="38638796f64eb14cf62cf9604f2e69a7" ns2:_="" ns3:_="">
    <xsd:import namespace="30f27b50-fa35-4d1e-a4f4-8210a1e83f4f"/>
    <xsd:import namespace="47e50632-41e9-4aa8-95bd-8976685d84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Dokumendinumber" minOccurs="0"/>
                <xsd:element ref="ns2:Aasta" minOccurs="0"/>
                <xsd:element ref="ns2:S_x00e4_ilivuskuni" minOccurs="0"/>
                <xsd:element ref="ns2:M_x00e4_rkused" minOccurs="0"/>
                <xsd:element ref="ns2:Struktuuri_x00fc_ksus_x002f_T_x00f6__x00f6_taja" minOccurs="0"/>
                <xsd:element ref="ns2:Teabekandj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sertifitseerimine" minOccurs="0"/>
                <xsd:element ref="ns2:Juht" minOccurs="0"/>
                <xsd:element ref="ns2:Esind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27b50-fa35-4d1e-a4f4-8210a1e83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Dokumendinumber" ma:index="23" nillable="true" ma:displayName="Dokumendi number" ma:format="Dropdown" ma:internalName="Dokumendinumber">
      <xsd:simpleType>
        <xsd:restriction base="dms:Text">
          <xsd:maxLength value="255"/>
        </xsd:restriction>
      </xsd:simpleType>
    </xsd:element>
    <xsd:element name="Aasta" ma:index="24" nillable="true" ma:displayName="Aasta" ma:format="Dropdown" ma:internalName="Aasta">
      <xsd:simpleType>
        <xsd:restriction base="dms:Text">
          <xsd:maxLength value="255"/>
        </xsd:restriction>
      </xsd:simpleType>
    </xsd:element>
    <xsd:element name="S_x00e4_ilivuskuni" ma:index="25" nillable="true" ma:displayName="Säilivus kuni" ma:format="Dropdown" ma:internalName="S_x00e4_ilivuskuni">
      <xsd:simpleType>
        <xsd:restriction base="dms:Text">
          <xsd:maxLength value="255"/>
        </xsd:restriction>
      </xsd:simpleType>
    </xsd:element>
    <xsd:element name="M_x00e4_rkused" ma:index="26" nillable="true" ma:displayName="Märkused" ma:format="Dropdown" ma:internalName="M_x00e4_rkused">
      <xsd:simpleType>
        <xsd:restriction base="dms:Text">
          <xsd:maxLength value="255"/>
        </xsd:restriction>
      </xsd:simpleType>
    </xsd:element>
    <xsd:element name="Struktuuri_x00fc_ksus_x002f_T_x00f6__x00f6_taja" ma:index="27" nillable="true" ma:displayName="Struktuuriüksus / Töötaja" ma:format="Dropdown" ma:internalName="Struktuuri_x00fc_ksus_x002f_T_x00f6__x00f6_taja">
      <xsd:simpleType>
        <xsd:restriction base="dms:Text">
          <xsd:maxLength value="255"/>
        </xsd:restriction>
      </xsd:simpleType>
    </xsd:element>
    <xsd:element name="Teabekandja" ma:index="28" nillable="true" ma:displayName="Omanik" ma:format="Dropdown" ma:internalName="Teabekandja">
      <xsd:simpleType>
        <xsd:restriction base="dms:Text">
          <xsd:maxLength value="255"/>
        </xsd:restriction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c590332b-fabd-4d8b-ad3c-646d4e96e3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sertifitseerimine" ma:index="34" nillable="true" ma:displayName="sertifitseerimine" ma:format="Dropdown" ma:internalName="sertifitseerimine">
      <xsd:simpleType>
        <xsd:restriction base="dms:Text">
          <xsd:maxLength value="255"/>
        </xsd:restriction>
      </xsd:simpleType>
    </xsd:element>
    <xsd:element name="Juht" ma:index="35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Esindus" ma:index="36" nillable="true" ma:displayName="Esindus" ma:format="Dropdown" ma:internalName="Esindus">
      <xsd:simpleType>
        <xsd:restriction base="dms:Text">
          <xsd:maxLength value="255"/>
        </xsd:restriction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50632-41e9-4aa8-95bd-8976685d8451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bfaa9ee4-f9bd-43f7-b79a-c8694687de3b}" ma:internalName="TaxCatchAll" ma:showField="CatchAllData" ma:web="47e50632-41e9-4aa8-95bd-8976685d84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dinumber xmlns="30f27b50-fa35-4d1e-a4f4-8210a1e83f4f" xsi:nil="true"/>
    <TaxCatchAll xmlns="47e50632-41e9-4aa8-95bd-8976685d8451" xsi:nil="true"/>
    <Juht xmlns="30f27b50-fa35-4d1e-a4f4-8210a1e83f4f" xsi:nil="true"/>
    <Teabekandja xmlns="30f27b50-fa35-4d1e-a4f4-8210a1e83f4f" xsi:nil="true"/>
    <M_x00e4_rkused xmlns="30f27b50-fa35-4d1e-a4f4-8210a1e83f4f" xsi:nil="true"/>
    <lcf76f155ced4ddcb4097134ff3c332f xmlns="30f27b50-fa35-4d1e-a4f4-8210a1e83f4f">
      <Terms xmlns="http://schemas.microsoft.com/office/infopath/2007/PartnerControls"/>
    </lcf76f155ced4ddcb4097134ff3c332f>
    <Struktuuri_x00fc_ksus_x002f_T_x00f6__x00f6_taja xmlns="30f27b50-fa35-4d1e-a4f4-8210a1e83f4f" xsi:nil="true"/>
    <sertifitseerimine xmlns="30f27b50-fa35-4d1e-a4f4-8210a1e83f4f" xsi:nil="true"/>
    <Aasta xmlns="30f27b50-fa35-4d1e-a4f4-8210a1e83f4f" xsi:nil="true"/>
    <_Flow_SignoffStatus xmlns="30f27b50-fa35-4d1e-a4f4-8210a1e83f4f" xsi:nil="true"/>
    <Esindus xmlns="30f27b50-fa35-4d1e-a4f4-8210a1e83f4f" xsi:nil="true"/>
    <S_x00e4_ilivuskuni xmlns="30f27b50-fa35-4d1e-a4f4-8210a1e83f4f" xsi:nil="true"/>
    <_dlc_DocId xmlns="47e50632-41e9-4aa8-95bd-8976685d8451">P4EQH7SQPN53-1975615257-995</_dlc_DocId>
    <_dlc_DocIdUrl xmlns="47e50632-41e9-4aa8-95bd-8976685d8451">
      <Url>https://inchcapeuk.sharepoint.com/sites/siseveeb/_layouts/15/DocIdRedir.aspx?ID=P4EQH7SQPN53-1975615257-995</Url>
      <Description>P4EQH7SQPN53-1975615257-995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9DBE6F0-632A-477C-ADBD-5C84E72CD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241BF-10CB-409D-9BBD-E23E6F06C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27b50-fa35-4d1e-a4f4-8210a1e83f4f"/>
    <ds:schemaRef ds:uri="47e50632-41e9-4aa8-95bd-8976685d8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AEE37A-9364-4052-A649-3C33B4BD2A78}">
  <ds:schemaRefs>
    <ds:schemaRef ds:uri="http://schemas.microsoft.com/office/2006/metadata/properties"/>
    <ds:schemaRef ds:uri="http://schemas.microsoft.com/office/infopath/2007/PartnerControls"/>
    <ds:schemaRef ds:uri="30f27b50-fa35-4d1e-a4f4-8210a1e83f4f"/>
    <ds:schemaRef ds:uri="47e50632-41e9-4aa8-95bd-8976685d8451"/>
  </ds:schemaRefs>
</ds:datastoreItem>
</file>

<file path=customXml/itemProps4.xml><?xml version="1.0" encoding="utf-8"?>
<ds:datastoreItem xmlns:ds="http://schemas.openxmlformats.org/officeDocument/2006/customXml" ds:itemID="{D4894FEF-5990-43AA-95D8-FE5A6648C8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D69FE9-96B1-471D-988B-FC686DE38C5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Kirja_blankett</Template>
  <TotalTime>72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Karmeli Laugen</dc:creator>
  <cp:lastModifiedBy>Roman Zablotski</cp:lastModifiedBy>
  <cp:revision>6</cp:revision>
  <cp:lastPrinted>2016-11-21T14:47:00Z</cp:lastPrinted>
  <dcterms:created xsi:type="dcterms:W3CDTF">2024-01-24T14:34:00Z</dcterms:created>
  <dcterms:modified xsi:type="dcterms:W3CDTF">2024-01-24T15:42:00Z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127fec-be1e-40ee-b325-1150ed8ebb89_Enabled">
    <vt:lpwstr>true</vt:lpwstr>
  </property>
  <property fmtid="{D5CDD505-2E9C-101B-9397-08002B2CF9AE}" pid="3" name="MSIP_Label_2d127fec-be1e-40ee-b325-1150ed8ebb89_SetDate">
    <vt:lpwstr>2023-09-05T12:18:41Z</vt:lpwstr>
  </property>
  <property fmtid="{D5CDD505-2E9C-101B-9397-08002B2CF9AE}" pid="4" name="MSIP_Label_2d127fec-be1e-40ee-b325-1150ed8ebb89_Method">
    <vt:lpwstr>Standard</vt:lpwstr>
  </property>
  <property fmtid="{D5CDD505-2E9C-101B-9397-08002B2CF9AE}" pid="5" name="MSIP_Label_2d127fec-be1e-40ee-b325-1150ed8ebb89_Name">
    <vt:lpwstr>POC Internal</vt:lpwstr>
  </property>
  <property fmtid="{D5CDD505-2E9C-101B-9397-08002B2CF9AE}" pid="6" name="MSIP_Label_2d127fec-be1e-40ee-b325-1150ed8ebb89_SiteId">
    <vt:lpwstr>038d1eb6-c4ba-4396-9150-1ad91c9469c6</vt:lpwstr>
  </property>
  <property fmtid="{D5CDD505-2E9C-101B-9397-08002B2CF9AE}" pid="7" name="MSIP_Label_2d127fec-be1e-40ee-b325-1150ed8ebb89_ActionId">
    <vt:lpwstr>ad9c21f0-7893-4ca1-addb-6ce59c288682</vt:lpwstr>
  </property>
  <property fmtid="{D5CDD505-2E9C-101B-9397-08002B2CF9AE}" pid="8" name="MSIP_Label_2d127fec-be1e-40ee-b325-1150ed8ebb89_ContentBits">
    <vt:lpwstr>0</vt:lpwstr>
  </property>
  <property fmtid="{D5CDD505-2E9C-101B-9397-08002B2CF9AE}" pid="9" name="ContentTypeId">
    <vt:lpwstr>0x0101005E2A6F8EA03F3A4EA34B76C7BE0EF9A1</vt:lpwstr>
  </property>
  <property fmtid="{D5CDD505-2E9C-101B-9397-08002B2CF9AE}" pid="10" name="_dlc_DocIdItemGuid">
    <vt:lpwstr>f4363891-d851-46ee-b000-cc22a41b7f1c</vt:lpwstr>
  </property>
</Properties>
</file>